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AE" w:rsidRPr="005E7A6C" w:rsidRDefault="004557AE" w:rsidP="00AF0D0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5E7A6C">
        <w:rPr>
          <w:rFonts w:ascii="Times New Roman" w:hAnsi="Times New Roman"/>
          <w:b/>
          <w:sz w:val="20"/>
          <w:szCs w:val="20"/>
        </w:rPr>
        <w:t xml:space="preserve">Приложение № 7 </w:t>
      </w:r>
    </w:p>
    <w:p w:rsidR="004557AE" w:rsidRPr="005E7A6C" w:rsidRDefault="004557AE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 Краснозавод</w:t>
      </w:r>
      <w:r w:rsidRPr="005E7A6C">
        <w:rPr>
          <w:rFonts w:ascii="Times New Roman" w:hAnsi="Times New Roman"/>
          <w:sz w:val="20"/>
          <w:szCs w:val="20"/>
        </w:rPr>
        <w:t>ского</w:t>
      </w:r>
    </w:p>
    <w:p w:rsidR="004557AE" w:rsidRPr="005E7A6C" w:rsidRDefault="004557AE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E7A6C">
        <w:rPr>
          <w:rFonts w:ascii="Times New Roman" w:hAnsi="Times New Roman"/>
          <w:sz w:val="20"/>
          <w:szCs w:val="20"/>
        </w:rPr>
        <w:t xml:space="preserve"> сельского  Совета депутатов</w:t>
      </w:r>
    </w:p>
    <w:p w:rsidR="004557AE" w:rsidRPr="005E7A6C" w:rsidRDefault="004557AE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E7A6C">
        <w:rPr>
          <w:rFonts w:ascii="Times New Roman" w:hAnsi="Times New Roman"/>
          <w:sz w:val="20"/>
          <w:szCs w:val="20"/>
        </w:rPr>
        <w:t>от</w:t>
      </w:r>
      <w:r>
        <w:rPr>
          <w:rFonts w:ascii="Times New Roman" w:hAnsi="Times New Roman"/>
          <w:sz w:val="20"/>
          <w:szCs w:val="20"/>
        </w:rPr>
        <w:t xml:space="preserve"> 27 мая </w:t>
      </w:r>
      <w:r w:rsidRPr="005E7A6C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21</w:t>
      </w:r>
      <w:r w:rsidRPr="005E7A6C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13-39</w:t>
      </w:r>
      <w:r w:rsidRPr="005E7A6C">
        <w:rPr>
          <w:rFonts w:ascii="Times New Roman" w:hAnsi="Times New Roman"/>
          <w:sz w:val="20"/>
          <w:szCs w:val="20"/>
        </w:rPr>
        <w:t xml:space="preserve"> </w:t>
      </w:r>
    </w:p>
    <w:p w:rsidR="004557AE" w:rsidRDefault="004557AE" w:rsidP="00AF0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51E7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об использовании бюджетных ассигнований</w:t>
      </w: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резервного фонда  Краснозаводского сельсовета</w:t>
      </w: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2020 год</w:t>
      </w:r>
    </w:p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4557AE" w:rsidRPr="00CE488F" w:rsidTr="00CE488F">
        <w:tc>
          <w:tcPr>
            <w:tcW w:w="2392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План,</w:t>
            </w:r>
          </w:p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Исполнено,</w:t>
            </w:r>
          </w:p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Остаток,</w:t>
            </w:r>
          </w:p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</w:tr>
      <w:tr w:rsidR="004557AE" w:rsidRPr="00CE488F" w:rsidTr="00CE488F">
        <w:tc>
          <w:tcPr>
            <w:tcW w:w="2392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 xml:space="preserve">Денежные средства резервного фонда 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CE488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4557AE" w:rsidRPr="00CE488F" w:rsidRDefault="004557AE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57AE" w:rsidRPr="00CE488F" w:rsidRDefault="004557AE" w:rsidP="00CE488F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CE488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4557AE" w:rsidRDefault="004557AE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557AE" w:rsidSect="006B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1E7"/>
    <w:rsid w:val="000A14FD"/>
    <w:rsid w:val="000F07B5"/>
    <w:rsid w:val="00153BF1"/>
    <w:rsid w:val="00172860"/>
    <w:rsid w:val="00173DA1"/>
    <w:rsid w:val="00230E78"/>
    <w:rsid w:val="00302068"/>
    <w:rsid w:val="00383B68"/>
    <w:rsid w:val="004557AE"/>
    <w:rsid w:val="00456ADB"/>
    <w:rsid w:val="00487C63"/>
    <w:rsid w:val="004C0DF7"/>
    <w:rsid w:val="004D0ED1"/>
    <w:rsid w:val="004D44FB"/>
    <w:rsid w:val="00501947"/>
    <w:rsid w:val="00586355"/>
    <w:rsid w:val="005E7A6C"/>
    <w:rsid w:val="006122C7"/>
    <w:rsid w:val="006B49D6"/>
    <w:rsid w:val="006B5FB7"/>
    <w:rsid w:val="0073598F"/>
    <w:rsid w:val="00783757"/>
    <w:rsid w:val="007A51E7"/>
    <w:rsid w:val="00915251"/>
    <w:rsid w:val="00915883"/>
    <w:rsid w:val="009A0993"/>
    <w:rsid w:val="00AF0D01"/>
    <w:rsid w:val="00BD0CD6"/>
    <w:rsid w:val="00BD0DB9"/>
    <w:rsid w:val="00C65073"/>
    <w:rsid w:val="00CD5CC8"/>
    <w:rsid w:val="00CE488F"/>
    <w:rsid w:val="00D81487"/>
    <w:rsid w:val="00E059A2"/>
    <w:rsid w:val="00E7325B"/>
    <w:rsid w:val="00EA18C9"/>
    <w:rsid w:val="00F210AD"/>
    <w:rsid w:val="00F66038"/>
    <w:rsid w:val="00F72229"/>
    <w:rsid w:val="00FB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F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A51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7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51</Words>
  <Characters>295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Admin</cp:lastModifiedBy>
  <cp:revision>18</cp:revision>
  <cp:lastPrinted>2021-05-27T06:05:00Z</cp:lastPrinted>
  <dcterms:created xsi:type="dcterms:W3CDTF">2017-02-28T04:16:00Z</dcterms:created>
  <dcterms:modified xsi:type="dcterms:W3CDTF">2021-05-27T06:05:00Z</dcterms:modified>
</cp:coreProperties>
</file>